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Pr>
          <w:rFonts w:ascii="Arial" w:hAnsi="Arial" w:cs="Arial"/>
          <w:spacing w:val="0"/>
          <w:sz w:val="16"/>
        </w:rPr>
        <w:t>02</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Pr>
          <w:rFonts w:ascii="Arial" w:hAnsi="Arial" w:cs="Arial"/>
          <w:noProof/>
          <w:spacing w:val="0"/>
          <w:sz w:val="16"/>
        </w:rPr>
        <w:t>01</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6B6083BA"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5E76A9">
        <w:rPr>
          <w:bCs/>
          <w:szCs w:val="24"/>
        </w:rPr>
        <w:t>2022/317</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8" w:name="OLE_LINK1"/>
      <w:r w:rsidRPr="00A60946">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A60946" w14:paraId="1650C18F" w14:textId="77777777" w:rsidTr="001B6EBE">
        <w:tc>
          <w:tcPr>
            <w:tcW w:w="1379" w:type="pct"/>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2192" w:type="pct"/>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1428" w:type="pct"/>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F6743D"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1B6EBE">
        <w:tc>
          <w:tcPr>
            <w:tcW w:w="1379" w:type="pct"/>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2192" w:type="pct"/>
          </w:tcPr>
          <w:p w14:paraId="6D3D722C" w14:textId="0E8BDD7E" w:rsidR="00AD6A9B" w:rsidRPr="00B7669C" w:rsidRDefault="00AD6A9B" w:rsidP="00AD6A9B">
            <w:pPr>
              <w:rPr>
                <w:bCs/>
                <w:szCs w:val="24"/>
              </w:rPr>
            </w:pPr>
            <w:r w:rsidRPr="00DF353B">
              <w:rPr>
                <w:bCs/>
                <w:szCs w:val="24"/>
              </w:rPr>
              <w:t>37203152761</w:t>
            </w:r>
          </w:p>
        </w:tc>
        <w:tc>
          <w:tcPr>
            <w:tcW w:w="1428" w:type="pct"/>
          </w:tcPr>
          <w:p w14:paraId="39B7CB9E" w14:textId="77777777" w:rsidR="00AD6A9B" w:rsidRPr="00DF353B" w:rsidRDefault="00AD6A9B" w:rsidP="00AD6A9B">
            <w:pPr>
              <w:rPr>
                <w:bCs/>
                <w:szCs w:val="24"/>
              </w:rPr>
            </w:pPr>
            <w:r w:rsidRPr="00DF353B">
              <w:rPr>
                <w:bCs/>
                <w:szCs w:val="24"/>
              </w:rPr>
              <w:t>Tel. 526 3392</w:t>
            </w:r>
          </w:p>
          <w:p w14:paraId="695201CF" w14:textId="5B0B3946" w:rsidR="00AD6A9B" w:rsidRPr="00B7669C" w:rsidRDefault="00F6743D" w:rsidP="00AD6A9B">
            <w:pPr>
              <w:rPr>
                <w:bCs/>
                <w:szCs w:val="24"/>
              </w:rPr>
            </w:pPr>
            <w:hyperlink r:id="rId13" w:history="1">
              <w:r w:rsidR="00AD6A9B" w:rsidRPr="00B7669C">
                <w:t>mart.enel@rmk.ee</w:t>
              </w:r>
            </w:hyperlink>
            <w:r w:rsidR="00AD6A9B">
              <w:rPr>
                <w:bCs/>
                <w:szCs w:val="24"/>
              </w:rPr>
              <w:t xml:space="preserve"> </w:t>
            </w:r>
          </w:p>
        </w:tc>
      </w:tr>
      <w:tr w:rsidR="00471A69" w:rsidRPr="00B7669C" w14:paraId="501C094E" w14:textId="77777777" w:rsidTr="001B6EBE">
        <w:trPr>
          <w:cantSplit/>
        </w:trPr>
        <w:tc>
          <w:tcPr>
            <w:tcW w:w="5000" w:type="pct"/>
            <w:gridSpan w:val="3"/>
          </w:tcPr>
          <w:p w14:paraId="7D4B62D9" w14:textId="366CEAE9" w:rsidR="00471A69" w:rsidRPr="00B7669C" w:rsidRDefault="00471A69" w:rsidP="00301C69">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r w:rsidR="00301C69" w:rsidRPr="00B7669C">
              <w:rPr>
                <w:bCs/>
                <w:szCs w:val="24"/>
              </w:rPr>
              <w:t>0</w:t>
            </w:r>
            <w:sdt>
              <w:sdtPr>
                <w:rPr>
                  <w:bCs/>
                  <w:szCs w:val="24"/>
                </w:rPr>
                <w:id w:val="-203568576"/>
                <w:placeholder>
                  <w:docPart w:val="7E684AFE72D74DF1BA9A3F9BE60F255A"/>
                </w:placeholder>
                <w:date w:fullDate="2016-08-05T00:00:00Z">
                  <w:dateFormat w:val="d.MM.yyyy"/>
                  <w:lid w:val="et-EE"/>
                  <w:storeMappedDataAs w:val="dateTime"/>
                  <w:calendar w:val="gregorian"/>
                </w:date>
              </w:sdtPr>
              <w:sdtEndPr/>
              <w:sdtContent>
                <w:r w:rsidR="001F0175" w:rsidRPr="00B7669C">
                  <w:rPr>
                    <w:bCs/>
                    <w:szCs w:val="24"/>
                  </w:rPr>
                  <w:t>5.08.2016</w:t>
                </w:r>
              </w:sdtContent>
            </w:sdt>
            <w:r w:rsidRPr="00B7669C">
              <w:rPr>
                <w:bCs/>
                <w:szCs w:val="24"/>
              </w:rPr>
              <w:t xml:space="preserve"> käskkiri nr </w:t>
            </w:r>
            <w:r w:rsidR="00301C69">
              <w:rPr>
                <w:bCs/>
                <w:szCs w:val="24"/>
              </w:rPr>
              <w:t>1-5/91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3742"/>
        <w:gridCol w:w="2805"/>
      </w:tblGrid>
      <w:tr w:rsidR="005C24F2" w:rsidRPr="00B7669C" w14:paraId="1CDE3CB7" w14:textId="77777777" w:rsidTr="005C24F2">
        <w:tc>
          <w:tcPr>
            <w:tcW w:w="1697" w:type="pct"/>
          </w:tcPr>
          <w:p w14:paraId="11376DDE" w14:textId="1168BE21" w:rsidR="005C24F2" w:rsidRPr="00B7669C" w:rsidRDefault="006807F7" w:rsidP="005C24F2">
            <w:pPr>
              <w:rPr>
                <w:bCs/>
                <w:szCs w:val="24"/>
              </w:rPr>
            </w:pPr>
            <w:r w:rsidRPr="006807F7">
              <w:rPr>
                <w:bCs/>
                <w:szCs w:val="24"/>
              </w:rPr>
              <w:t>Eesti Puu</w:t>
            </w:r>
            <w:r w:rsidR="005C24F2" w:rsidRPr="00D55BB5">
              <w:rPr>
                <w:bCs/>
                <w:szCs w:val="24"/>
              </w:rPr>
              <w:t xml:space="preserve"> OÜ</w:t>
            </w:r>
          </w:p>
        </w:tc>
        <w:tc>
          <w:tcPr>
            <w:tcW w:w="1888" w:type="pct"/>
          </w:tcPr>
          <w:p w14:paraId="379826C1" w14:textId="77777777" w:rsidR="006807F7" w:rsidRPr="006807F7" w:rsidRDefault="006807F7" w:rsidP="006807F7">
            <w:pPr>
              <w:rPr>
                <w:bCs/>
                <w:szCs w:val="24"/>
              </w:rPr>
            </w:pPr>
            <w:r w:rsidRPr="006807F7">
              <w:rPr>
                <w:bCs/>
                <w:szCs w:val="24"/>
              </w:rPr>
              <w:t>Registrikood 11022393</w:t>
            </w:r>
          </w:p>
          <w:p w14:paraId="121658D7" w14:textId="63139526" w:rsidR="005C24F2" w:rsidRPr="00B7669C" w:rsidRDefault="006807F7" w:rsidP="006807F7">
            <w:pPr>
              <w:rPr>
                <w:bCs/>
                <w:szCs w:val="24"/>
              </w:rPr>
            </w:pPr>
            <w:proofErr w:type="spellStart"/>
            <w:r w:rsidRPr="006807F7">
              <w:rPr>
                <w:bCs/>
                <w:szCs w:val="24"/>
              </w:rPr>
              <w:t>Sitska</w:t>
            </w:r>
            <w:proofErr w:type="spellEnd"/>
            <w:r w:rsidRPr="006807F7">
              <w:rPr>
                <w:bCs/>
                <w:szCs w:val="24"/>
              </w:rPr>
              <w:t xml:space="preserve"> tee 22c, Pirita linnaosa, Tallinn 11912, Harju maakond</w:t>
            </w:r>
          </w:p>
        </w:tc>
        <w:tc>
          <w:tcPr>
            <w:tcW w:w="1415" w:type="pct"/>
          </w:tcPr>
          <w:p w14:paraId="522FB949" w14:textId="5496C694" w:rsidR="005C24F2" w:rsidRPr="00B7669C" w:rsidRDefault="00D55BB5" w:rsidP="005C24F2">
            <w:pPr>
              <w:rPr>
                <w:bCs/>
                <w:szCs w:val="24"/>
              </w:rPr>
            </w:pPr>
            <w:r>
              <w:rPr>
                <w:bCs/>
                <w:szCs w:val="24"/>
              </w:rPr>
              <w:t xml:space="preserve">Tel   </w:t>
            </w:r>
            <w:r w:rsidR="006807F7" w:rsidRPr="006807F7">
              <w:rPr>
                <w:bCs/>
                <w:szCs w:val="24"/>
              </w:rPr>
              <w:t>5625 6677</w:t>
            </w:r>
          </w:p>
          <w:p w14:paraId="02A55C9A" w14:textId="374CEE56" w:rsidR="005C24F2" w:rsidRPr="00B7669C" w:rsidRDefault="005C24F2" w:rsidP="005C24F2">
            <w:pPr>
              <w:rPr>
                <w:bCs/>
                <w:szCs w:val="24"/>
              </w:rPr>
            </w:pPr>
          </w:p>
        </w:tc>
      </w:tr>
      <w:tr w:rsidR="00471A69" w:rsidRPr="00B7669C" w14:paraId="50460C22" w14:textId="77777777" w:rsidTr="005C24F2">
        <w:tc>
          <w:tcPr>
            <w:tcW w:w="1697" w:type="pct"/>
          </w:tcPr>
          <w:p w14:paraId="14CBF7E0" w14:textId="766E381F" w:rsidR="00471A69" w:rsidRPr="00B7669C" w:rsidRDefault="00B7669C" w:rsidP="00002ED5">
            <w:pPr>
              <w:rPr>
                <w:bCs/>
                <w:szCs w:val="24"/>
              </w:rPr>
            </w:pPr>
            <w:r w:rsidRPr="00B7669C">
              <w:rPr>
                <w:bCs/>
                <w:szCs w:val="24"/>
              </w:rPr>
              <w:t xml:space="preserve">Juhatuse liige </w:t>
            </w:r>
            <w:r w:rsidR="006807F7" w:rsidRPr="006807F7">
              <w:rPr>
                <w:bCs/>
                <w:szCs w:val="24"/>
              </w:rPr>
              <w:t>Raimond Parko</w:t>
            </w:r>
          </w:p>
        </w:tc>
        <w:tc>
          <w:tcPr>
            <w:tcW w:w="1888" w:type="pct"/>
          </w:tcPr>
          <w:p w14:paraId="6FF10A1D" w14:textId="6078C389" w:rsidR="00471A69" w:rsidRPr="00B7669C" w:rsidRDefault="00D55BB5" w:rsidP="00CE596F">
            <w:pPr>
              <w:rPr>
                <w:bCs/>
                <w:szCs w:val="24"/>
              </w:rPr>
            </w:pPr>
            <w:r w:rsidRPr="00D55BB5">
              <w:rPr>
                <w:bCs/>
                <w:szCs w:val="24"/>
              </w:rPr>
              <w:t>3</w:t>
            </w:r>
            <w:r w:rsidR="00CE596F">
              <w:rPr>
                <w:bCs/>
                <w:szCs w:val="24"/>
              </w:rPr>
              <w:t>7809200315</w:t>
            </w:r>
          </w:p>
        </w:tc>
        <w:tc>
          <w:tcPr>
            <w:tcW w:w="1415" w:type="pct"/>
          </w:tcPr>
          <w:p w14:paraId="0D1DEE27" w14:textId="3281AFC3" w:rsidR="00471A69" w:rsidRPr="00A60946" w:rsidRDefault="00F6743D" w:rsidP="00002ED5">
            <w:pPr>
              <w:rPr>
                <w:bCs/>
                <w:szCs w:val="24"/>
              </w:rPr>
            </w:pPr>
            <w:hyperlink r:id="rId14" w:history="1">
              <w:r w:rsidR="006807F7" w:rsidRPr="00D737DF">
                <w:rPr>
                  <w:rStyle w:val="Hyperlink"/>
                </w:rPr>
                <w:t>raimond@eestipuu.ee</w:t>
              </w:r>
            </w:hyperlink>
            <w:r w:rsidR="006807F7">
              <w:t xml:space="preserve"> </w:t>
            </w:r>
          </w:p>
        </w:tc>
      </w:tr>
      <w:tr w:rsidR="00471A69" w:rsidRPr="00B7669C" w14:paraId="4D9F911E" w14:textId="77777777" w:rsidTr="001B6EBE">
        <w:tblPrEx>
          <w:tblLook w:val="0000" w:firstRow="0" w:lastRow="0" w:firstColumn="0" w:lastColumn="0" w:noHBand="0" w:noVBand="0"/>
        </w:tblPrEx>
        <w:tc>
          <w:tcPr>
            <w:tcW w:w="5000" w:type="pct"/>
            <w:gridSpan w:val="3"/>
          </w:tcPr>
          <w:p w14:paraId="2A4C5682" w14:textId="484CA73F" w:rsidR="00471A69" w:rsidRPr="00A60946" w:rsidRDefault="00471A69" w:rsidP="00002ED5">
            <w:pPr>
              <w:rPr>
                <w:bCs/>
                <w:szCs w:val="24"/>
              </w:rPr>
            </w:pPr>
            <w:r w:rsidRPr="00A60946">
              <w:rPr>
                <w:bCs/>
                <w:szCs w:val="24"/>
              </w:rPr>
              <w:t xml:space="preserve">Esindusõigus tuleneb (volitamise alus): </w:t>
            </w:r>
            <w:r w:rsidR="00B7669C" w:rsidRPr="00B7669C">
              <w:rPr>
                <w:bCs/>
                <w:szCs w:val="24"/>
              </w:rPr>
              <w:t>ettevõtte põhikiri</w:t>
            </w:r>
          </w:p>
        </w:tc>
      </w:tr>
      <w:bookmarkEnd w:id="8"/>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3C66F555" w:rsidR="00C63431" w:rsidRDefault="006E0604" w:rsidP="00684A2C">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684A2C" w:rsidRPr="00684A2C">
        <w:rPr>
          <w:bCs/>
          <w:szCs w:val="24"/>
        </w:rPr>
        <w:t xml:space="preserve">Eesti Puu OÜ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684A2C" w:rsidRPr="00684A2C">
        <w:rPr>
          <w:bCs/>
          <w:szCs w:val="24"/>
        </w:rPr>
        <w:t>Eesti Puu OÜ</w:t>
      </w:r>
      <w:r w:rsidR="005C24F2" w:rsidRPr="005C24F2">
        <w:rPr>
          <w:bCs/>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lastRenderedPageBreak/>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4B47CDFD"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684A2C">
        <w:rPr>
          <w:noProof/>
          <w:color w:val="000000"/>
          <w:szCs w:val="24"/>
        </w:rPr>
        <w:t xml:space="preserve">Tallinn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lastRenderedPageBreak/>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xml:space="preserve">, toimitakse nõudealuse koormaga vastavalt poolte </w:t>
      </w:r>
      <w:r w:rsidRPr="00A63449">
        <w:rPr>
          <w:szCs w:val="24"/>
        </w:rPr>
        <w:lastRenderedPageBreak/>
        <w:t>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1378EA4D" w:rsidR="00471A69" w:rsidRPr="00471A69" w:rsidRDefault="00F6743D" w:rsidP="00681FD4">
            <w:pPr>
              <w:rPr>
                <w:szCs w:val="24"/>
              </w:rPr>
            </w:pPr>
            <w:r>
              <w:rPr>
                <w:szCs w:val="24"/>
              </w:rPr>
              <w:t>30</w:t>
            </w:r>
            <w:r w:rsidR="00B7669C" w:rsidRPr="00B7669C">
              <w:rPr>
                <w:szCs w:val="24"/>
              </w:rPr>
              <w:t xml:space="preserve"> (</w:t>
            </w:r>
            <w:r>
              <w:rPr>
                <w:szCs w:val="24"/>
              </w:rPr>
              <w:t>kolmkümmend</w:t>
            </w:r>
            <w:r w:rsidR="00B7669C" w:rsidRPr="00B7669C">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455D9A06"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DC5814" w:rsidRPr="00D737DF">
          <w:rPr>
            <w:rStyle w:val="Hyperlink"/>
          </w:rPr>
          <w:t>raimond@eestipuu.ee</w:t>
        </w:r>
      </w:hyperlink>
      <w:r w:rsidR="00DC5814">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bookmarkStart w:id="9" w:name="_GoBack"/>
      <w:bookmarkEnd w:id="9"/>
    </w:p>
    <w:p w14:paraId="1EC45D00" w14:textId="3E020DBD" w:rsidR="006E0604" w:rsidRPr="00683F6D" w:rsidRDefault="006E0604" w:rsidP="00C124B7">
      <w:pPr>
        <w:rPr>
          <w:szCs w:val="24"/>
        </w:rPr>
      </w:pPr>
      <w:r w:rsidRPr="00471A69">
        <w:rPr>
          <w:b/>
          <w:szCs w:val="24"/>
        </w:rPr>
        <w:lastRenderedPageBreak/>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B7669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780108" w14:paraId="64220563" w14:textId="77777777" w:rsidTr="00B7669C">
        <w:trPr>
          <w:trHeight w:val="272"/>
        </w:trPr>
        <w:tc>
          <w:tcPr>
            <w:tcW w:w="1860" w:type="pct"/>
            <w:shd w:val="clear" w:color="auto" w:fill="auto"/>
          </w:tcPr>
          <w:p w14:paraId="2CF45ED9" w14:textId="08C4842A" w:rsidR="00780108" w:rsidRPr="00B7669C" w:rsidRDefault="00780108" w:rsidP="00780108">
            <w:pPr>
              <w:jc w:val="both"/>
              <w:rPr>
                <w:szCs w:val="24"/>
              </w:rPr>
            </w:pPr>
            <w:r w:rsidRPr="00780108">
              <w:rPr>
                <w:szCs w:val="24"/>
              </w:rPr>
              <w:t>Eve Merbach</w:t>
            </w:r>
          </w:p>
        </w:tc>
        <w:tc>
          <w:tcPr>
            <w:tcW w:w="930" w:type="pct"/>
            <w:shd w:val="clear" w:color="auto" w:fill="auto"/>
          </w:tcPr>
          <w:p w14:paraId="35E780ED" w14:textId="42312362" w:rsidR="00780108" w:rsidRPr="00B7669C" w:rsidRDefault="00780108" w:rsidP="00780108">
            <w:pPr>
              <w:jc w:val="both"/>
              <w:rPr>
                <w:szCs w:val="24"/>
              </w:rPr>
            </w:pPr>
            <w:r w:rsidRPr="005E15C5">
              <w:t>676 7951</w:t>
            </w:r>
          </w:p>
        </w:tc>
        <w:tc>
          <w:tcPr>
            <w:tcW w:w="2210" w:type="pct"/>
            <w:shd w:val="clear" w:color="auto" w:fill="auto"/>
          </w:tcPr>
          <w:p w14:paraId="0D49D2A0" w14:textId="01377B68" w:rsidR="00780108" w:rsidRPr="00780108" w:rsidRDefault="00F6743D" w:rsidP="00780108">
            <w:pPr>
              <w:jc w:val="both"/>
            </w:pPr>
            <w:hyperlink r:id="rId19" w:history="1">
              <w:r w:rsidR="00780108" w:rsidRPr="00D737DF">
                <w:rPr>
                  <w:rStyle w:val="Hyperlink"/>
                </w:rPr>
                <w:t>aktid.kirde@rmk.ee</w:t>
              </w:r>
            </w:hyperlink>
            <w:r w:rsidR="00780108">
              <w:t xml:space="preserve"> </w:t>
            </w:r>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694"/>
        <w:gridCol w:w="4946"/>
      </w:tblGrid>
      <w:tr w:rsidR="00780108" w:rsidRPr="0076294C" w14:paraId="4031F2D8" w14:textId="77777777" w:rsidTr="00780108">
        <w:tc>
          <w:tcPr>
            <w:tcW w:w="1146" w:type="pct"/>
            <w:shd w:val="clear" w:color="auto" w:fill="auto"/>
          </w:tcPr>
          <w:p w14:paraId="0190D749" w14:textId="77777777" w:rsidR="00780108" w:rsidRPr="00B7669C" w:rsidRDefault="00780108" w:rsidP="004157C2">
            <w:pPr>
              <w:jc w:val="both"/>
              <w:rPr>
                <w:szCs w:val="24"/>
              </w:rPr>
            </w:pPr>
            <w:r w:rsidRPr="00B7669C">
              <w:rPr>
                <w:szCs w:val="24"/>
              </w:rPr>
              <w:t>Nimi</w:t>
            </w:r>
          </w:p>
        </w:tc>
        <w:tc>
          <w:tcPr>
            <w:tcW w:w="1359" w:type="pct"/>
            <w:shd w:val="clear" w:color="auto" w:fill="auto"/>
          </w:tcPr>
          <w:p w14:paraId="63F9150F" w14:textId="77777777" w:rsidR="00780108" w:rsidRPr="00B7669C" w:rsidRDefault="00780108" w:rsidP="004157C2">
            <w:pPr>
              <w:jc w:val="both"/>
              <w:rPr>
                <w:szCs w:val="24"/>
              </w:rPr>
            </w:pPr>
            <w:r w:rsidRPr="00B7669C">
              <w:rPr>
                <w:szCs w:val="24"/>
              </w:rPr>
              <w:t>Telefon</w:t>
            </w:r>
          </w:p>
        </w:tc>
        <w:tc>
          <w:tcPr>
            <w:tcW w:w="2495" w:type="pct"/>
            <w:shd w:val="clear" w:color="auto" w:fill="auto"/>
          </w:tcPr>
          <w:p w14:paraId="65A9DA8B" w14:textId="77777777" w:rsidR="00780108" w:rsidRPr="00B7669C" w:rsidRDefault="00780108" w:rsidP="004157C2">
            <w:pPr>
              <w:jc w:val="both"/>
              <w:rPr>
                <w:szCs w:val="24"/>
              </w:rPr>
            </w:pPr>
            <w:r w:rsidRPr="00B7669C">
              <w:rPr>
                <w:szCs w:val="24"/>
              </w:rPr>
              <w:t>e-post</w:t>
            </w:r>
          </w:p>
        </w:tc>
      </w:tr>
      <w:tr w:rsidR="00780108" w:rsidRPr="00C51D38" w14:paraId="4CAB36CB" w14:textId="77777777" w:rsidTr="00780108">
        <w:tc>
          <w:tcPr>
            <w:tcW w:w="1146" w:type="pct"/>
            <w:shd w:val="clear" w:color="auto" w:fill="auto"/>
          </w:tcPr>
          <w:p w14:paraId="573E14F8" w14:textId="5F4D62BD" w:rsidR="00780108" w:rsidRPr="00B7669C" w:rsidRDefault="00780108" w:rsidP="00780108">
            <w:pPr>
              <w:jc w:val="both"/>
              <w:rPr>
                <w:szCs w:val="24"/>
              </w:rPr>
            </w:pPr>
            <w:r w:rsidRPr="009D7EC3">
              <w:t>Raimond Parko</w:t>
            </w:r>
          </w:p>
        </w:tc>
        <w:tc>
          <w:tcPr>
            <w:tcW w:w="1359" w:type="pct"/>
            <w:shd w:val="clear" w:color="auto" w:fill="auto"/>
          </w:tcPr>
          <w:p w14:paraId="453EDB0D" w14:textId="4B6D41B0" w:rsidR="00780108" w:rsidRPr="00B7669C" w:rsidRDefault="00780108" w:rsidP="00780108">
            <w:pPr>
              <w:jc w:val="both"/>
              <w:rPr>
                <w:szCs w:val="24"/>
              </w:rPr>
            </w:pPr>
            <w:r w:rsidRPr="00837FCE">
              <w:t>5625 6677</w:t>
            </w:r>
          </w:p>
        </w:tc>
        <w:tc>
          <w:tcPr>
            <w:tcW w:w="2495" w:type="pct"/>
            <w:shd w:val="clear" w:color="auto" w:fill="auto"/>
          </w:tcPr>
          <w:p w14:paraId="17665A84" w14:textId="3E94380D" w:rsidR="00780108" w:rsidRPr="00780108" w:rsidRDefault="00F6743D" w:rsidP="00780108">
            <w:hyperlink r:id="rId20" w:history="1">
              <w:r w:rsidR="00780108" w:rsidRPr="00D737DF">
                <w:rPr>
                  <w:rStyle w:val="Hyperlink"/>
                </w:rPr>
                <w:t>raimond@eestipuu.ee</w:t>
              </w:r>
            </w:hyperlink>
            <w:r w:rsidR="00780108">
              <w:t xml:space="preserve"> </w:t>
            </w:r>
          </w:p>
        </w:tc>
      </w:tr>
      <w:tr w:rsidR="00780108" w:rsidRPr="00C51D38" w14:paraId="18BBAB4C" w14:textId="77777777" w:rsidTr="00780108">
        <w:tc>
          <w:tcPr>
            <w:tcW w:w="1146" w:type="pct"/>
            <w:shd w:val="clear" w:color="auto" w:fill="auto"/>
          </w:tcPr>
          <w:p w14:paraId="5F61F677" w14:textId="2C39C5D3" w:rsidR="00780108" w:rsidRPr="00B7669C" w:rsidRDefault="00780108" w:rsidP="00780108">
            <w:pPr>
              <w:jc w:val="both"/>
              <w:rPr>
                <w:szCs w:val="24"/>
              </w:rPr>
            </w:pPr>
            <w:r w:rsidRPr="009D7EC3">
              <w:t>Sergei Riisalu</w:t>
            </w:r>
          </w:p>
        </w:tc>
        <w:tc>
          <w:tcPr>
            <w:tcW w:w="1359" w:type="pct"/>
            <w:shd w:val="clear" w:color="auto" w:fill="auto"/>
          </w:tcPr>
          <w:p w14:paraId="08A4D0A1" w14:textId="11A16CC5" w:rsidR="00780108" w:rsidRPr="00B7669C" w:rsidRDefault="00780108" w:rsidP="00780108">
            <w:pPr>
              <w:jc w:val="both"/>
              <w:rPr>
                <w:szCs w:val="24"/>
              </w:rPr>
            </w:pPr>
            <w:r w:rsidRPr="00837FCE">
              <w:t>5348 8025</w:t>
            </w:r>
          </w:p>
        </w:tc>
        <w:tc>
          <w:tcPr>
            <w:tcW w:w="2495" w:type="pct"/>
            <w:shd w:val="clear" w:color="auto" w:fill="auto"/>
          </w:tcPr>
          <w:p w14:paraId="35E47726" w14:textId="621E4D68" w:rsidR="00780108" w:rsidRPr="00B7669C" w:rsidRDefault="00F6743D" w:rsidP="00780108">
            <w:pPr>
              <w:jc w:val="both"/>
              <w:rPr>
                <w:szCs w:val="24"/>
              </w:rPr>
            </w:pPr>
            <w:hyperlink r:id="rId21" w:history="1">
              <w:r w:rsidR="00780108" w:rsidRPr="00D737DF">
                <w:rPr>
                  <w:rStyle w:val="Hyperlink"/>
                </w:rPr>
                <w:t>info@eestipuu.ee</w:t>
              </w:r>
            </w:hyperlink>
            <w:r w:rsidR="00780108">
              <w:t xml:space="preserve"> </w:t>
            </w:r>
          </w:p>
        </w:tc>
      </w:tr>
    </w:tbl>
    <w:p w14:paraId="211018B7" w14:textId="77777777" w:rsidR="00B7669C" w:rsidRPr="00683F6D" w:rsidRDefault="00B7669C" w:rsidP="001D5F9D">
      <w:pPr>
        <w:shd w:val="clear" w:color="auto" w:fill="FFFFFF" w:themeFill="background1"/>
        <w:rPr>
          <w:szCs w:val="24"/>
        </w:rPr>
      </w:pPr>
    </w:p>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2359"/>
        <w:gridCol w:w="4607"/>
      </w:tblGrid>
      <w:tr w:rsidR="002157E3" w:rsidRPr="0076294C" w14:paraId="417148B6" w14:textId="77777777" w:rsidTr="007A75B6">
        <w:tc>
          <w:tcPr>
            <w:tcW w:w="1486" w:type="pct"/>
            <w:shd w:val="clear" w:color="auto" w:fill="auto"/>
          </w:tcPr>
          <w:p w14:paraId="6253CABF" w14:textId="77777777" w:rsidR="002157E3" w:rsidRPr="00B7669C" w:rsidRDefault="002157E3" w:rsidP="004157C2">
            <w:pPr>
              <w:jc w:val="both"/>
              <w:rPr>
                <w:szCs w:val="24"/>
              </w:rPr>
            </w:pPr>
            <w:r w:rsidRPr="00B7669C">
              <w:rPr>
                <w:szCs w:val="24"/>
              </w:rPr>
              <w:lastRenderedPageBreak/>
              <w:t>Nimi</w:t>
            </w:r>
          </w:p>
        </w:tc>
        <w:tc>
          <w:tcPr>
            <w:tcW w:w="1190" w:type="pct"/>
            <w:shd w:val="clear" w:color="auto" w:fill="auto"/>
          </w:tcPr>
          <w:p w14:paraId="4395DE73" w14:textId="77777777" w:rsidR="002157E3" w:rsidRPr="00B7669C" w:rsidRDefault="002157E3" w:rsidP="004157C2">
            <w:pPr>
              <w:jc w:val="both"/>
              <w:rPr>
                <w:szCs w:val="24"/>
              </w:rPr>
            </w:pPr>
            <w:r w:rsidRPr="00B7669C">
              <w:rPr>
                <w:szCs w:val="24"/>
              </w:rPr>
              <w:t>Telefon</w:t>
            </w:r>
          </w:p>
        </w:tc>
        <w:tc>
          <w:tcPr>
            <w:tcW w:w="2324" w:type="pct"/>
            <w:shd w:val="clear" w:color="auto" w:fill="auto"/>
          </w:tcPr>
          <w:p w14:paraId="6783AC2E" w14:textId="77777777" w:rsidR="002157E3" w:rsidRPr="00B7669C" w:rsidRDefault="002157E3" w:rsidP="004157C2">
            <w:pPr>
              <w:jc w:val="both"/>
              <w:rPr>
                <w:szCs w:val="24"/>
              </w:rPr>
            </w:pPr>
            <w:r w:rsidRPr="00B7669C">
              <w:rPr>
                <w:szCs w:val="24"/>
              </w:rPr>
              <w:t>e-post</w:t>
            </w:r>
          </w:p>
        </w:tc>
      </w:tr>
      <w:tr w:rsidR="007A75B6" w:rsidRPr="000625D1" w14:paraId="26841ADC" w14:textId="77777777" w:rsidTr="007A75B6">
        <w:tc>
          <w:tcPr>
            <w:tcW w:w="1486" w:type="pct"/>
            <w:shd w:val="clear" w:color="auto" w:fill="auto"/>
          </w:tcPr>
          <w:p w14:paraId="2A24CBEB" w14:textId="3AB823CD" w:rsidR="007A75B6" w:rsidRPr="00B7669C" w:rsidRDefault="007A75B6" w:rsidP="007A75B6">
            <w:pPr>
              <w:jc w:val="both"/>
              <w:rPr>
                <w:szCs w:val="24"/>
              </w:rPr>
            </w:pPr>
            <w:r w:rsidRPr="00E746BB">
              <w:t>Romet Jürgenson</w:t>
            </w:r>
          </w:p>
        </w:tc>
        <w:tc>
          <w:tcPr>
            <w:tcW w:w="1190" w:type="pct"/>
            <w:shd w:val="clear" w:color="auto" w:fill="auto"/>
          </w:tcPr>
          <w:p w14:paraId="60AFBEAD" w14:textId="17ECD74D" w:rsidR="007A75B6" w:rsidRPr="00B7669C" w:rsidRDefault="007A75B6" w:rsidP="007A75B6">
            <w:pPr>
              <w:jc w:val="both"/>
              <w:rPr>
                <w:szCs w:val="24"/>
              </w:rPr>
            </w:pPr>
            <w:r w:rsidRPr="00E746BB">
              <w:t>5074094</w:t>
            </w:r>
          </w:p>
        </w:tc>
        <w:tc>
          <w:tcPr>
            <w:tcW w:w="2324" w:type="pct"/>
            <w:shd w:val="clear" w:color="auto" w:fill="auto"/>
          </w:tcPr>
          <w:p w14:paraId="5132D78D" w14:textId="095A0318" w:rsidR="007A75B6" w:rsidRPr="007A75B6" w:rsidRDefault="00F6743D" w:rsidP="007A75B6">
            <w:pPr>
              <w:jc w:val="both"/>
            </w:pPr>
            <w:hyperlink r:id="rId22" w:history="1">
              <w:r w:rsidR="007A75B6" w:rsidRPr="00D737DF">
                <w:rPr>
                  <w:rStyle w:val="Hyperlink"/>
                </w:rPr>
                <w:t>Romet.jurgenson@rmk.ee</w:t>
              </w:r>
            </w:hyperlink>
            <w:r w:rsidR="007A75B6">
              <w:t xml:space="preserve"> </w:t>
            </w:r>
          </w:p>
        </w:tc>
      </w:tr>
    </w:tbl>
    <w:p w14:paraId="33D33BDA" w14:textId="77777777" w:rsidR="00B7669C" w:rsidRPr="00471A69" w:rsidRDefault="00B7669C" w:rsidP="001D5F9D">
      <w:pPr>
        <w:shd w:val="clear" w:color="auto" w:fill="FFFFFF" w:themeFill="background1"/>
        <w:rPr>
          <w:bCs/>
          <w:szCs w:val="24"/>
        </w:rPr>
      </w:pPr>
    </w:p>
    <w:p w14:paraId="1E24C088" w14:textId="0345CF83"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3"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F6743D"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F6743D"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69243ADA" w:rsidR="000A61BB" w:rsidRPr="00366BEF" w:rsidRDefault="007A75B6" w:rsidP="00002ED5">
            <w:pPr>
              <w:tabs>
                <w:tab w:val="left" w:pos="4320"/>
              </w:tabs>
              <w:rPr>
                <w:spacing w:val="0"/>
                <w:szCs w:val="24"/>
              </w:rPr>
            </w:pPr>
            <w:r w:rsidRPr="006807F7">
              <w:rPr>
                <w:bCs/>
                <w:szCs w:val="24"/>
              </w:rPr>
              <w:t>Raimond Parko</w:t>
            </w:r>
          </w:p>
        </w:tc>
      </w:tr>
    </w:tbl>
    <w:p w14:paraId="0F87EAF0" w14:textId="2AA708A2" w:rsidR="000A61BB" w:rsidRPr="00683F6D" w:rsidRDefault="000A61BB" w:rsidP="00201E26">
      <w:pPr>
        <w:ind w:left="5440"/>
        <w:rPr>
          <w:bCs/>
          <w:sz w:val="20"/>
        </w:rPr>
      </w:pPr>
      <w:bookmarkStart w:id="10" w:name="OLE_LINK2"/>
      <w:bookmarkEnd w:id="10"/>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880" w14:textId="77777777" w:rsidR="0088451D" w:rsidRDefault="0088451D">
      <w:r>
        <w:separator/>
      </w:r>
    </w:p>
  </w:endnote>
  <w:endnote w:type="continuationSeparator" w:id="0">
    <w:p w14:paraId="35FB4BED" w14:textId="77777777" w:rsidR="0088451D" w:rsidRDefault="008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16E6" w14:textId="77777777" w:rsidR="0088451D" w:rsidRDefault="0088451D">
      <w:r>
        <w:separator/>
      </w:r>
    </w:p>
  </w:footnote>
  <w:footnote w:type="continuationSeparator" w:id="0">
    <w:p w14:paraId="747C80F8" w14:textId="77777777" w:rsidR="0088451D" w:rsidRDefault="00884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92B"/>
    <w:rsid w:val="00037D1B"/>
    <w:rsid w:val="00040608"/>
    <w:rsid w:val="00043B39"/>
    <w:rsid w:val="000474EB"/>
    <w:rsid w:val="00056A77"/>
    <w:rsid w:val="00056BA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2B7B"/>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EBE"/>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157E3"/>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4F2"/>
    <w:rsid w:val="005C29E6"/>
    <w:rsid w:val="005C7054"/>
    <w:rsid w:val="005D111E"/>
    <w:rsid w:val="005D404A"/>
    <w:rsid w:val="005D7743"/>
    <w:rsid w:val="005E0A7C"/>
    <w:rsid w:val="005E197A"/>
    <w:rsid w:val="005E2378"/>
    <w:rsid w:val="005E76A9"/>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4F3C"/>
    <w:rsid w:val="00665954"/>
    <w:rsid w:val="00666317"/>
    <w:rsid w:val="006678C8"/>
    <w:rsid w:val="00674200"/>
    <w:rsid w:val="0067668A"/>
    <w:rsid w:val="006807F7"/>
    <w:rsid w:val="00681FD4"/>
    <w:rsid w:val="00683F6D"/>
    <w:rsid w:val="00684A2C"/>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0108"/>
    <w:rsid w:val="00782CB8"/>
    <w:rsid w:val="00783E28"/>
    <w:rsid w:val="00785130"/>
    <w:rsid w:val="00786355"/>
    <w:rsid w:val="007868ED"/>
    <w:rsid w:val="00790C61"/>
    <w:rsid w:val="0079180D"/>
    <w:rsid w:val="00796475"/>
    <w:rsid w:val="007A1BF3"/>
    <w:rsid w:val="007A1D51"/>
    <w:rsid w:val="007A2A92"/>
    <w:rsid w:val="007A3AB3"/>
    <w:rsid w:val="007A42E9"/>
    <w:rsid w:val="007A75B6"/>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451D"/>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CE596F"/>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BB5"/>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581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6743D"/>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raimond@eestipuu.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nfo@eestipuu.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raimond@eestipuu.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hyperlink" Target="http://www.rmk.ee" TargetMode="External"/><Relationship Id="rId10" Type="http://schemas.openxmlformats.org/officeDocument/2006/relationships/header" Target="header2.xml"/><Relationship Id="rId19" Type="http://schemas.openxmlformats.org/officeDocument/2006/relationships/hyperlink" Target="mailto:aktid.kirde@rmk.e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aimond@eestipuu.ee" TargetMode="External"/><Relationship Id="rId22" Type="http://schemas.openxmlformats.org/officeDocument/2006/relationships/hyperlink" Target="mailto:Romet.jurgenson@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C048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7602D-9491-4730-B10D-F6FB9D8E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65</TotalTime>
  <Pages>7</Pages>
  <Words>1784</Words>
  <Characters>14272</Characters>
  <Application>Microsoft Office Word</Application>
  <DocSecurity>0</DocSecurity>
  <Lines>118</Lines>
  <Paragraphs>32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7</cp:revision>
  <cp:lastPrinted>2008-07-14T13:18:00Z</cp:lastPrinted>
  <dcterms:created xsi:type="dcterms:W3CDTF">2023-01-16T12:57:00Z</dcterms:created>
  <dcterms:modified xsi:type="dcterms:W3CDTF">2023-02-13T11:57:00Z</dcterms:modified>
</cp:coreProperties>
</file>